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5E4D5" w14:textId="77777777" w:rsidR="00070D23" w:rsidRPr="00E049FC" w:rsidRDefault="00722A6B">
      <w:pPr>
        <w:rPr>
          <w:sz w:val="24"/>
          <w:szCs w:val="24"/>
        </w:rPr>
      </w:pPr>
      <w:r w:rsidRPr="00E049FC">
        <w:rPr>
          <w:sz w:val="24"/>
          <w:szCs w:val="24"/>
        </w:rPr>
        <w:t>Nom : ___________________________________</w:t>
      </w:r>
      <w:r w:rsidRPr="00E049FC">
        <w:rPr>
          <w:sz w:val="24"/>
          <w:szCs w:val="24"/>
        </w:rPr>
        <w:tab/>
      </w:r>
      <w:r w:rsidR="000B2CFF">
        <w:rPr>
          <w:sz w:val="24"/>
          <w:szCs w:val="24"/>
        </w:rPr>
        <w:tab/>
      </w:r>
      <w:r w:rsidR="000B2CFF">
        <w:rPr>
          <w:sz w:val="24"/>
          <w:szCs w:val="24"/>
        </w:rPr>
        <w:tab/>
      </w:r>
      <w:r w:rsidR="000B2CFF">
        <w:rPr>
          <w:sz w:val="24"/>
          <w:szCs w:val="24"/>
        </w:rPr>
        <w:tab/>
      </w:r>
      <w:r w:rsidR="000B2CFF">
        <w:rPr>
          <w:sz w:val="24"/>
          <w:szCs w:val="24"/>
        </w:rPr>
        <w:tab/>
      </w:r>
      <w:r w:rsidR="000B2CFF">
        <w:rPr>
          <w:sz w:val="24"/>
          <w:szCs w:val="24"/>
        </w:rPr>
        <w:tab/>
      </w:r>
      <w:r w:rsidR="000B2CFF">
        <w:rPr>
          <w:sz w:val="24"/>
          <w:szCs w:val="24"/>
        </w:rPr>
        <w:tab/>
      </w:r>
      <w:r w:rsidRPr="00E049FC">
        <w:rPr>
          <w:sz w:val="24"/>
          <w:szCs w:val="24"/>
        </w:rPr>
        <w:t>Prénom : _____________________________</w:t>
      </w:r>
    </w:p>
    <w:p w14:paraId="4798AA60" w14:textId="77777777" w:rsidR="00722A6B" w:rsidRPr="00E049FC" w:rsidRDefault="008A6DA6" w:rsidP="00722A6B">
      <w:pPr>
        <w:spacing w:after="0" w:line="240" w:lineRule="auto"/>
        <w:jc w:val="center"/>
        <w:rPr>
          <w:b/>
          <w:sz w:val="24"/>
          <w:szCs w:val="24"/>
        </w:rPr>
      </w:pPr>
      <w:r w:rsidRPr="00E049FC">
        <w:rPr>
          <w:b/>
          <w:sz w:val="24"/>
          <w:szCs w:val="24"/>
        </w:rPr>
        <w:t xml:space="preserve">Français </w:t>
      </w:r>
      <w:r w:rsidR="00DE69E2">
        <w:rPr>
          <w:b/>
          <w:sz w:val="24"/>
          <w:szCs w:val="24"/>
        </w:rPr>
        <w:t>31</w:t>
      </w:r>
      <w:r w:rsidR="00722A6B" w:rsidRPr="00E049FC">
        <w:rPr>
          <w:b/>
          <w:sz w:val="24"/>
          <w:szCs w:val="24"/>
        </w:rPr>
        <w:t xml:space="preserve"> – </w:t>
      </w:r>
      <w:r w:rsidR="00096767" w:rsidRPr="00E049FC">
        <w:rPr>
          <w:b/>
          <w:sz w:val="24"/>
          <w:szCs w:val="24"/>
        </w:rPr>
        <w:t>Unité</w:t>
      </w:r>
      <w:r w:rsidR="00722A6B" w:rsidRPr="00E049FC">
        <w:rPr>
          <w:b/>
          <w:sz w:val="24"/>
          <w:szCs w:val="24"/>
        </w:rPr>
        <w:t xml:space="preserve"> </w:t>
      </w:r>
      <w:r w:rsidR="00096767" w:rsidRPr="00E049FC">
        <w:rPr>
          <w:b/>
          <w:sz w:val="24"/>
          <w:szCs w:val="24"/>
        </w:rPr>
        <w:t>1</w:t>
      </w:r>
    </w:p>
    <w:p w14:paraId="46CD0D66" w14:textId="77777777" w:rsidR="00722A6B" w:rsidRPr="00E049FC" w:rsidRDefault="00DE69E2" w:rsidP="00722A6B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L’enfance</w:t>
      </w:r>
    </w:p>
    <w:p w14:paraId="4387EACE" w14:textId="77777777" w:rsidR="00722A6B" w:rsidRDefault="00DE69E2" w:rsidP="00722A6B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Qu’est-ce que tu faisais quand tu étais petit(e) ?</w:t>
      </w:r>
    </w:p>
    <w:p w14:paraId="5047B820" w14:textId="77777777" w:rsidR="006922FC" w:rsidRPr="000B2CFF" w:rsidRDefault="006922FC" w:rsidP="00722A6B">
      <w:pPr>
        <w:spacing w:after="0" w:line="240" w:lineRule="auto"/>
        <w:jc w:val="center"/>
        <w:rPr>
          <w:b/>
          <w:szCs w:val="24"/>
        </w:rPr>
      </w:pPr>
    </w:p>
    <w:p w14:paraId="6A6F94EA" w14:textId="77777777" w:rsidR="00FC7F1C" w:rsidRDefault="00FC7F1C" w:rsidP="00FC7F1C">
      <w:pPr>
        <w:spacing w:after="0" w:line="240" w:lineRule="auto"/>
        <w:rPr>
          <w:szCs w:val="24"/>
        </w:rPr>
      </w:pPr>
      <w:r w:rsidRPr="000B2CFF">
        <w:rPr>
          <w:b/>
          <w:szCs w:val="24"/>
        </w:rPr>
        <w:t>Contexte</w:t>
      </w:r>
      <w:r w:rsidR="005F198A" w:rsidRPr="000B2CFF">
        <w:rPr>
          <w:b/>
          <w:szCs w:val="24"/>
        </w:rPr>
        <w:t> :</w:t>
      </w:r>
      <w:r w:rsidR="00096767" w:rsidRPr="000B2CFF">
        <w:rPr>
          <w:b/>
          <w:szCs w:val="24"/>
        </w:rPr>
        <w:t xml:space="preserve"> </w:t>
      </w:r>
      <w:r w:rsidRPr="000B2CFF">
        <w:rPr>
          <w:szCs w:val="24"/>
        </w:rPr>
        <w:t xml:space="preserve">Vous êtes curieux de savoir ce que vos amis </w:t>
      </w:r>
      <w:r w:rsidR="00DE69E2">
        <w:rPr>
          <w:szCs w:val="24"/>
        </w:rPr>
        <w:t>faisaient quand ils étaient petits</w:t>
      </w:r>
      <w:r w:rsidRPr="000B2CFF">
        <w:rPr>
          <w:szCs w:val="24"/>
        </w:rPr>
        <w:t>. Alors, vous allez créer un sondage</w:t>
      </w:r>
      <w:r w:rsidRPr="000B2CFF">
        <w:rPr>
          <w:rStyle w:val="FootnoteReference"/>
          <w:szCs w:val="24"/>
        </w:rPr>
        <w:footnoteReference w:id="1"/>
      </w:r>
      <w:r w:rsidRPr="000B2CFF">
        <w:rPr>
          <w:szCs w:val="24"/>
        </w:rPr>
        <w:t xml:space="preserve"> pour avoir une idée</w:t>
      </w:r>
    </w:p>
    <w:p w14:paraId="55B0C76C" w14:textId="77777777" w:rsidR="00EB5516" w:rsidRDefault="00EB5516" w:rsidP="00FC7F1C">
      <w:pPr>
        <w:spacing w:after="0" w:line="240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B5516">
        <w:rPr>
          <w:b/>
          <w:szCs w:val="24"/>
        </w:rPr>
        <w:t>Question -&gt;</w:t>
      </w:r>
      <w:r>
        <w:rPr>
          <w:szCs w:val="24"/>
        </w:rPr>
        <w:t xml:space="preserve">Est-ce que </w:t>
      </w:r>
      <w:proofErr w:type="gramStart"/>
      <w:r>
        <w:rPr>
          <w:szCs w:val="24"/>
        </w:rPr>
        <w:t>tu  _</w:t>
      </w:r>
      <w:proofErr w:type="gramEnd"/>
      <w:r>
        <w:rPr>
          <w:szCs w:val="24"/>
        </w:rPr>
        <w:t xml:space="preserve">_________ ( </w:t>
      </w:r>
      <w:r w:rsidRPr="00EB5516">
        <w:rPr>
          <w:i/>
          <w:szCs w:val="24"/>
        </w:rPr>
        <w:t>Grimpe</w:t>
      </w:r>
      <w:r>
        <w:rPr>
          <w:i/>
          <w:szCs w:val="24"/>
        </w:rPr>
        <w:t>r -&gt;</w:t>
      </w:r>
      <w:r>
        <w:rPr>
          <w:szCs w:val="24"/>
        </w:rPr>
        <w:t xml:space="preserve">put the </w:t>
      </w:r>
      <w:proofErr w:type="spellStart"/>
      <w:r>
        <w:rPr>
          <w:szCs w:val="24"/>
        </w:rPr>
        <w:t>verb</w:t>
      </w:r>
      <w:proofErr w:type="spellEnd"/>
      <w:r>
        <w:rPr>
          <w:szCs w:val="24"/>
        </w:rPr>
        <w:t xml:space="preserve"> in </w:t>
      </w:r>
      <w:r w:rsidRPr="00EB5516">
        <w:rPr>
          <w:b/>
          <w:szCs w:val="24"/>
        </w:rPr>
        <w:t>Imparfait</w:t>
      </w:r>
      <w:r>
        <w:rPr>
          <w:szCs w:val="24"/>
        </w:rPr>
        <w:t xml:space="preserve"> )  les arbres ?</w:t>
      </w:r>
    </w:p>
    <w:p w14:paraId="79DF6215" w14:textId="77777777" w:rsidR="00EB5516" w:rsidRDefault="00EB5516" w:rsidP="00FC7F1C">
      <w:pPr>
        <w:spacing w:after="0" w:line="240" w:lineRule="auto"/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EB5516">
        <w:rPr>
          <w:b/>
          <w:szCs w:val="24"/>
        </w:rPr>
        <w:t>Exemple -&gt;</w:t>
      </w:r>
      <w:r>
        <w:rPr>
          <w:szCs w:val="24"/>
        </w:rPr>
        <w:t xml:space="preserve"> Question -&gt; </w:t>
      </w:r>
      <w:r>
        <w:rPr>
          <w:i/>
          <w:szCs w:val="24"/>
        </w:rPr>
        <w:t xml:space="preserve">Est-ce que tu grimpais les arbres ? </w:t>
      </w:r>
    </w:p>
    <w:p w14:paraId="09C2B665" w14:textId="77777777" w:rsidR="005F198A" w:rsidRPr="00EB5516" w:rsidRDefault="00EB5516" w:rsidP="00EB5516">
      <w:pPr>
        <w:spacing w:after="0" w:line="240" w:lineRule="auto"/>
        <w:ind w:left="3540"/>
        <w:rPr>
          <w:i/>
          <w:szCs w:val="24"/>
        </w:rPr>
      </w:pPr>
      <w:r>
        <w:rPr>
          <w:i/>
          <w:szCs w:val="24"/>
        </w:rPr>
        <w:t xml:space="preserve">       </w:t>
      </w:r>
      <w:r w:rsidRPr="00EB5516">
        <w:rPr>
          <w:szCs w:val="24"/>
        </w:rPr>
        <w:t>Réponse</w:t>
      </w:r>
      <w:r>
        <w:rPr>
          <w:i/>
          <w:szCs w:val="24"/>
        </w:rPr>
        <w:t xml:space="preserve"> -</w:t>
      </w:r>
      <w:proofErr w:type="gramStart"/>
      <w:r>
        <w:rPr>
          <w:i/>
          <w:szCs w:val="24"/>
        </w:rPr>
        <w:t>&gt;  Oui</w:t>
      </w:r>
      <w:proofErr w:type="gramEnd"/>
      <w:r>
        <w:rPr>
          <w:i/>
          <w:szCs w:val="24"/>
        </w:rPr>
        <w:t>, Je grimpais les arbres./ Non, je ne grimpais pas les arbres.</w:t>
      </w:r>
      <w:bookmarkStart w:id="0" w:name="_GoBack"/>
      <w:bookmarkEnd w:id="0"/>
    </w:p>
    <w:tbl>
      <w:tblPr>
        <w:tblW w:w="14413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"/>
        <w:gridCol w:w="3330"/>
        <w:gridCol w:w="1080"/>
        <w:gridCol w:w="4860"/>
        <w:gridCol w:w="4770"/>
      </w:tblGrid>
      <w:tr w:rsidR="000B2CFF" w:rsidRPr="00096767" w14:paraId="758D837D" w14:textId="77777777" w:rsidTr="00DE69E2">
        <w:trPr>
          <w:trHeight w:val="290"/>
        </w:trPr>
        <w:tc>
          <w:tcPr>
            <w:tcW w:w="373" w:type="dxa"/>
            <w:shd w:val="clear" w:color="auto" w:fill="D9D9D9" w:themeFill="background1" w:themeFillShade="D9"/>
            <w:noWrap/>
            <w:vAlign w:val="bottom"/>
          </w:tcPr>
          <w:p w14:paraId="0DDBF06D" w14:textId="77777777" w:rsidR="000B2CFF" w:rsidRPr="00FC7F1C" w:rsidRDefault="000B2CFF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  <w:lang w:val="en-US"/>
              </w:rPr>
            </w:pPr>
          </w:p>
        </w:tc>
        <w:tc>
          <w:tcPr>
            <w:tcW w:w="3330" w:type="dxa"/>
            <w:shd w:val="clear" w:color="auto" w:fill="D9D9D9" w:themeFill="background1" w:themeFillShade="D9"/>
            <w:noWrap/>
            <w:vAlign w:val="bottom"/>
          </w:tcPr>
          <w:p w14:paraId="49A32DC2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4"/>
              </w:rPr>
            </w:pPr>
            <w:r w:rsidRPr="00FC7F1C">
              <w:rPr>
                <w:rFonts w:ascii="Calibri" w:eastAsia="Times New Roman" w:hAnsi="Calibri" w:cs="Times New Roman"/>
                <w:b/>
                <w:color w:val="000000"/>
                <w:sz w:val="20"/>
                <w:szCs w:val="24"/>
              </w:rPr>
              <w:t>Activités possibles</w:t>
            </w: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</w:tcPr>
          <w:p w14:paraId="141F531B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  <w:shd w:val="clear" w:color="auto" w:fill="D9D9D9" w:themeFill="background1" w:themeFillShade="D9"/>
          </w:tcPr>
          <w:p w14:paraId="10C3EE4E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4"/>
              </w:rPr>
              <w:t>Prénom : _________________</w:t>
            </w:r>
          </w:p>
        </w:tc>
        <w:tc>
          <w:tcPr>
            <w:tcW w:w="4770" w:type="dxa"/>
            <w:shd w:val="clear" w:color="auto" w:fill="D9D9D9" w:themeFill="background1" w:themeFillShade="D9"/>
          </w:tcPr>
          <w:p w14:paraId="4799E25A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4"/>
              </w:rPr>
              <w:t>Prénom : _________________</w:t>
            </w:r>
          </w:p>
        </w:tc>
      </w:tr>
      <w:tr w:rsidR="000B2CFF" w:rsidRPr="00096767" w14:paraId="5F621412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50FA48B9" w14:textId="77777777" w:rsidR="000B2CFF" w:rsidRPr="00FC7F1C" w:rsidRDefault="000B2CFF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 xml:space="preserve"> </w:t>
            </w:r>
            <w:r w:rsidRPr="00FC7F1C"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14:paraId="2CC4B3DB" w14:textId="77777777" w:rsidR="000B2CFF" w:rsidRPr="00FC7F1C" w:rsidRDefault="00DE69E2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Aimer quelqu’un /ne pas aimer quelqu’un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1349973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29EF8FCB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666C2F5E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66BF0651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</w:tcPr>
          <w:p w14:paraId="50A8D818" w14:textId="77777777" w:rsidR="000B2CFF" w:rsidRPr="00FC7F1C" w:rsidRDefault="00DE69E2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3330" w:type="dxa"/>
            <w:shd w:val="clear" w:color="auto" w:fill="auto"/>
            <w:noWrap/>
            <w:vAlign w:val="bottom"/>
          </w:tcPr>
          <w:p w14:paraId="7876FD96" w14:textId="77777777" w:rsidR="000B2CFF" w:rsidRPr="00FC7F1C" w:rsidRDefault="00DE69E2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 xml:space="preserve">Se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balançer</w:t>
            </w:r>
            <w:proofErr w:type="spellEnd"/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7EB60C7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6BEC5A61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65541BE5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7F130C5B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</w:tcPr>
          <w:p w14:paraId="4962415E" w14:textId="77777777" w:rsidR="000B2CFF" w:rsidRPr="00FC7F1C" w:rsidRDefault="00DE69E2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3330" w:type="dxa"/>
            <w:shd w:val="clear" w:color="auto" w:fill="auto"/>
            <w:noWrap/>
            <w:vAlign w:val="bottom"/>
          </w:tcPr>
          <w:p w14:paraId="59729B39" w14:textId="77777777" w:rsidR="000B2CFF" w:rsidRPr="00FC7F1C" w:rsidRDefault="00DE69E2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Partager ses jouets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CB9BF03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1CE19FBF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16BA2B12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71C754C5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18CDEF74" w14:textId="77777777" w:rsidR="000B2CFF" w:rsidRPr="00FC7F1C" w:rsidRDefault="00DE69E2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4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14:paraId="2F67FA4D" w14:textId="77777777" w:rsidR="000B2CFF" w:rsidRPr="00FC7F1C" w:rsidRDefault="00DE69E2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Raconter des blagues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2FA288D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11F27521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1D84268B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0D043D9D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</w:tcPr>
          <w:p w14:paraId="070C0534" w14:textId="77777777" w:rsidR="000B2CFF" w:rsidRPr="00FC7F1C" w:rsidRDefault="000B2CFF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3330" w:type="dxa"/>
            <w:shd w:val="clear" w:color="auto" w:fill="auto"/>
            <w:noWrap/>
            <w:vAlign w:val="bottom"/>
          </w:tcPr>
          <w:p w14:paraId="73304446" w14:textId="77777777" w:rsidR="000B2CFF" w:rsidRPr="00FC7F1C" w:rsidRDefault="00DE69E2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Faire des blagues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DB82DF7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3DC80C03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3E819A2B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52F0B95B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76BC6947" w14:textId="77777777" w:rsidR="000B2CFF" w:rsidRPr="00FC7F1C" w:rsidRDefault="00DE69E2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5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14:paraId="351FC04E" w14:textId="77777777" w:rsidR="000B2CFF" w:rsidRPr="00FC7F1C" w:rsidRDefault="00DE69E2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Faire des compétitions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E213F63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7C8984A4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42B272F3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51D7508C" w14:textId="77777777" w:rsidTr="00DE69E2">
        <w:trPr>
          <w:trHeight w:val="314"/>
        </w:trPr>
        <w:tc>
          <w:tcPr>
            <w:tcW w:w="373" w:type="dxa"/>
            <w:shd w:val="clear" w:color="auto" w:fill="auto"/>
            <w:noWrap/>
            <w:vAlign w:val="bottom"/>
          </w:tcPr>
          <w:p w14:paraId="7803B32B" w14:textId="77777777" w:rsidR="000B2CFF" w:rsidRPr="00FC7F1C" w:rsidRDefault="000B2CFF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3330" w:type="dxa"/>
            <w:shd w:val="clear" w:color="auto" w:fill="auto"/>
            <w:noWrap/>
            <w:vAlign w:val="bottom"/>
          </w:tcPr>
          <w:p w14:paraId="40FD7407" w14:textId="77777777" w:rsidR="000B2CFF" w:rsidRPr="00FC7F1C" w:rsidRDefault="00DE69E2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Courir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65910AD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31E19869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36A0CCA3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0797AE8A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4C39E1B3" w14:textId="77777777" w:rsidR="000B2CFF" w:rsidRPr="00FC7F1C" w:rsidRDefault="00DE69E2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6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14:paraId="63947DDF" w14:textId="77777777" w:rsidR="000B2CFF" w:rsidRPr="00FC7F1C" w:rsidRDefault="00DE69E2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Ennuyer / embêter quelqu’un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2ADB8CA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6D9702FC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555A6313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007305B1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610FA76B" w14:textId="77777777" w:rsidR="000B2CFF" w:rsidRPr="00FC7F1C" w:rsidRDefault="00DE69E2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7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14:paraId="3096920F" w14:textId="77777777" w:rsidR="000B2CFF" w:rsidRPr="00FC7F1C" w:rsidRDefault="00DE69E2" w:rsidP="00DE6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Etre coquin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B6E094A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67672C6E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7C205BE9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139B88C6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</w:tcPr>
          <w:p w14:paraId="57ADF725" w14:textId="77777777" w:rsidR="000B2CFF" w:rsidRPr="00FC7F1C" w:rsidRDefault="00DE69E2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8</w:t>
            </w:r>
          </w:p>
        </w:tc>
        <w:tc>
          <w:tcPr>
            <w:tcW w:w="3330" w:type="dxa"/>
            <w:shd w:val="clear" w:color="auto" w:fill="auto"/>
            <w:noWrap/>
            <w:vAlign w:val="bottom"/>
          </w:tcPr>
          <w:p w14:paraId="47EF27D9" w14:textId="77777777" w:rsidR="000B2CFF" w:rsidRPr="00FC7F1C" w:rsidRDefault="00DE69E2" w:rsidP="00DE69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Jouer à la maison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CD89A3B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5CA1A093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3F9A0AC2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3E480682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50DAD4AB" w14:textId="77777777" w:rsidR="000B2CFF" w:rsidRPr="00FC7F1C" w:rsidRDefault="000B2CFF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14:paraId="761D7B8F" w14:textId="77777777" w:rsidR="000B2CFF" w:rsidRPr="00FC7F1C" w:rsidRDefault="00DE69E2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Jouer aux échecs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41A1C2D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58B7D4AB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1F669AA9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3EF77256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6C2E7D25" w14:textId="77777777" w:rsidR="000B2CFF" w:rsidRPr="00FC7F1C" w:rsidRDefault="000B2CFF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14:paraId="4E83DF10" w14:textId="77777777" w:rsidR="000B2CFF" w:rsidRPr="00FC7F1C" w:rsidRDefault="00DE69E2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Jouer à cache-cache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41154EF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17F432C9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0E4D1A52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7F51561B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35EA3013" w14:textId="77777777" w:rsidR="000B2CFF" w:rsidRPr="00FC7F1C" w:rsidRDefault="000B2CFF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14:paraId="744312C7" w14:textId="77777777" w:rsidR="000B2CFF" w:rsidRPr="00FC7F1C" w:rsidRDefault="00DE69E2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Jouer aux blocs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C34603E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105CFF6C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5ABF7DFE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4428BB32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6E614C08" w14:textId="77777777" w:rsidR="000B2CFF" w:rsidRPr="00FC7F1C" w:rsidRDefault="000B2CFF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14:paraId="25AEC36C" w14:textId="77777777" w:rsidR="000B2CFF" w:rsidRPr="00FC7F1C" w:rsidRDefault="00DE69E2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Jouer aux petites voitures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3C8BCB18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59FB2EC9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143EB169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7D1F60E9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69A253E3" w14:textId="77777777" w:rsidR="000B2CFF" w:rsidRPr="00FC7F1C" w:rsidRDefault="000B2CFF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14:paraId="13792CCB" w14:textId="77777777" w:rsidR="000B2CFF" w:rsidRPr="00FC7F1C" w:rsidRDefault="00DE69E2" w:rsidP="000D5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Jouer au chat et à la souris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2AB82EDB" w14:textId="77777777" w:rsidR="000B2CFF" w:rsidRPr="00FC7F1C" w:rsidRDefault="000B2CFF" w:rsidP="000D5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76EA497E" w14:textId="77777777" w:rsidR="000B2CFF" w:rsidRPr="00FC7F1C" w:rsidRDefault="000B2CFF" w:rsidP="000D5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151260FC" w14:textId="77777777" w:rsidR="000B2CFF" w:rsidRPr="00FC7F1C" w:rsidRDefault="000B2CFF" w:rsidP="000D5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5CAD0AD4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</w:tcPr>
          <w:p w14:paraId="37D5C1C8" w14:textId="77777777" w:rsidR="000B2CFF" w:rsidRPr="00FC7F1C" w:rsidRDefault="00DE69E2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9</w:t>
            </w:r>
          </w:p>
        </w:tc>
        <w:tc>
          <w:tcPr>
            <w:tcW w:w="3330" w:type="dxa"/>
            <w:shd w:val="clear" w:color="auto" w:fill="auto"/>
            <w:noWrap/>
            <w:vAlign w:val="bottom"/>
          </w:tcPr>
          <w:p w14:paraId="1E77E84E" w14:textId="77777777" w:rsidR="000B2CFF" w:rsidRPr="00FC7F1C" w:rsidRDefault="00DE69E2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Détester quelque chose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7917B938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1E29A516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3EAF0DB1" w14:textId="77777777" w:rsidR="000B2CFF" w:rsidRPr="00FC7F1C" w:rsidRDefault="000B2CFF" w:rsidP="00D8114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4EF8FFAA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</w:tcPr>
          <w:p w14:paraId="75854473" w14:textId="77777777" w:rsidR="000B2CFF" w:rsidRPr="00FC7F1C" w:rsidRDefault="00DE69E2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 xml:space="preserve">10 </w:t>
            </w:r>
          </w:p>
        </w:tc>
        <w:tc>
          <w:tcPr>
            <w:tcW w:w="3330" w:type="dxa"/>
            <w:shd w:val="clear" w:color="auto" w:fill="auto"/>
            <w:noWrap/>
            <w:vAlign w:val="bottom"/>
          </w:tcPr>
          <w:p w14:paraId="149FDD07" w14:textId="77777777" w:rsidR="000B2CFF" w:rsidRPr="00FC7F1C" w:rsidRDefault="00DE69E2" w:rsidP="000D5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Se batailler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3EF02B9" w14:textId="77777777" w:rsidR="000B2CFF" w:rsidRPr="00FC7F1C" w:rsidRDefault="000B2CFF" w:rsidP="000D5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1348615B" w14:textId="77777777" w:rsidR="000B2CFF" w:rsidRPr="00FC7F1C" w:rsidRDefault="000B2CFF" w:rsidP="000D5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5ACB93FC" w14:textId="77777777" w:rsidR="000B2CFF" w:rsidRPr="00FC7F1C" w:rsidRDefault="000B2CFF" w:rsidP="000D5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17089C30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417503C9" w14:textId="77777777" w:rsidR="000B2CFF" w:rsidRPr="00FC7F1C" w:rsidRDefault="000B2CFF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 w:rsidRPr="00FC7F1C"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11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14:paraId="411F067E" w14:textId="77777777" w:rsidR="000B2CFF" w:rsidRPr="00FC7F1C" w:rsidRDefault="00DE69E2" w:rsidP="000D5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Avoir des bonnes/mauvaise notes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5E48ECC2" w14:textId="77777777" w:rsidR="000B2CFF" w:rsidRPr="00FC7F1C" w:rsidRDefault="000B2CFF" w:rsidP="000D5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2EAFB847" w14:textId="77777777" w:rsidR="000B2CFF" w:rsidRPr="00FC7F1C" w:rsidRDefault="000B2CFF" w:rsidP="000D5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263D418E" w14:textId="77777777" w:rsidR="000B2CFF" w:rsidRPr="00FC7F1C" w:rsidRDefault="000B2CFF" w:rsidP="000D5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18FC2A4E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</w:tcPr>
          <w:p w14:paraId="405C885F" w14:textId="77777777" w:rsidR="000B2CFF" w:rsidRPr="00FC7F1C" w:rsidRDefault="00DE69E2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12</w:t>
            </w:r>
          </w:p>
        </w:tc>
        <w:tc>
          <w:tcPr>
            <w:tcW w:w="3330" w:type="dxa"/>
            <w:shd w:val="clear" w:color="auto" w:fill="auto"/>
            <w:noWrap/>
            <w:vAlign w:val="bottom"/>
          </w:tcPr>
          <w:p w14:paraId="38E8816C" w14:textId="77777777" w:rsidR="000B2CFF" w:rsidRPr="00FC7F1C" w:rsidRDefault="00DE69E2" w:rsidP="000D5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Sauter à la corde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4AB9EF11" w14:textId="77777777" w:rsidR="000B2CFF" w:rsidRPr="00FC7F1C" w:rsidRDefault="000B2CFF" w:rsidP="000D5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5A15290E" w14:textId="77777777" w:rsidR="000B2CFF" w:rsidRPr="00FC7F1C" w:rsidRDefault="000B2CFF" w:rsidP="000D5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78D4DBAB" w14:textId="77777777" w:rsidR="000B2CFF" w:rsidRPr="00FC7F1C" w:rsidRDefault="000B2CFF" w:rsidP="000D51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0697CD02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1CEFBD7E" w14:textId="77777777" w:rsidR="000B2CFF" w:rsidRPr="00FC7F1C" w:rsidRDefault="000B2CFF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 w:rsidRPr="00FC7F1C"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12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14:paraId="3445455E" w14:textId="77777777" w:rsidR="000B2CFF" w:rsidRPr="00FC7F1C" w:rsidRDefault="00DE69E2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Grimpais les arbres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608302A2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1D08F8BD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7C3B361C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59FB207B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08A06A85" w14:textId="77777777" w:rsidR="000B2CFF" w:rsidRPr="00FC7F1C" w:rsidRDefault="000B2CFF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 w:rsidRPr="00FC7F1C"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13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14:paraId="0D232AEA" w14:textId="77777777" w:rsidR="000B2CFF" w:rsidRPr="00FC7F1C" w:rsidRDefault="00DE69E2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Colorier des livres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19320822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2F6ED1E0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497649D4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  <w:tr w:rsidR="000B2CFF" w:rsidRPr="00096767" w14:paraId="049CB1B0" w14:textId="77777777" w:rsidTr="00DE69E2">
        <w:trPr>
          <w:trHeight w:val="290"/>
        </w:trPr>
        <w:tc>
          <w:tcPr>
            <w:tcW w:w="373" w:type="dxa"/>
            <w:shd w:val="clear" w:color="auto" w:fill="auto"/>
            <w:noWrap/>
            <w:vAlign w:val="bottom"/>
            <w:hideMark/>
          </w:tcPr>
          <w:p w14:paraId="121A000E" w14:textId="77777777" w:rsidR="000B2CFF" w:rsidRPr="00FC7F1C" w:rsidRDefault="000B2CFF" w:rsidP="0009676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 w:rsidRPr="00FC7F1C"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14</w:t>
            </w:r>
          </w:p>
        </w:tc>
        <w:tc>
          <w:tcPr>
            <w:tcW w:w="3330" w:type="dxa"/>
            <w:shd w:val="clear" w:color="auto" w:fill="auto"/>
            <w:noWrap/>
            <w:vAlign w:val="bottom"/>
            <w:hideMark/>
          </w:tcPr>
          <w:p w14:paraId="0A80C5BF" w14:textId="77777777" w:rsidR="000B2CFF" w:rsidRPr="00FC7F1C" w:rsidRDefault="00DE69E2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  <w:t>Dessiner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92EEDC2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860" w:type="dxa"/>
          </w:tcPr>
          <w:p w14:paraId="6863D5E2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  <w:tc>
          <w:tcPr>
            <w:tcW w:w="4770" w:type="dxa"/>
          </w:tcPr>
          <w:p w14:paraId="591137F6" w14:textId="77777777" w:rsidR="000B2CFF" w:rsidRPr="00FC7F1C" w:rsidRDefault="000B2CFF" w:rsidP="00096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4"/>
              </w:rPr>
            </w:pPr>
          </w:p>
        </w:tc>
      </w:tr>
    </w:tbl>
    <w:p w14:paraId="0A594DD6" w14:textId="77777777" w:rsidR="00096767" w:rsidRDefault="00096767" w:rsidP="00722A6B">
      <w:pPr>
        <w:spacing w:after="0" w:line="240" w:lineRule="auto"/>
        <w:rPr>
          <w:b/>
          <w:sz w:val="24"/>
          <w:szCs w:val="24"/>
        </w:rPr>
      </w:pPr>
    </w:p>
    <w:p w14:paraId="1F0BB441" w14:textId="77777777" w:rsidR="000B2CFF" w:rsidRPr="00E049FC" w:rsidRDefault="000B2CFF" w:rsidP="00722A6B">
      <w:pPr>
        <w:spacing w:after="0" w:line="240" w:lineRule="auto"/>
        <w:rPr>
          <w:b/>
          <w:sz w:val="24"/>
          <w:szCs w:val="24"/>
        </w:rPr>
      </w:pPr>
    </w:p>
    <w:sectPr w:rsidR="000B2CFF" w:rsidRPr="00E049FC" w:rsidSect="000B2CFF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6F0DCF" w14:textId="77777777" w:rsidR="00AA20EF" w:rsidRDefault="00AA20EF" w:rsidP="00FC7F1C">
      <w:pPr>
        <w:spacing w:after="0" w:line="240" w:lineRule="auto"/>
      </w:pPr>
      <w:r>
        <w:separator/>
      </w:r>
    </w:p>
  </w:endnote>
  <w:endnote w:type="continuationSeparator" w:id="0">
    <w:p w14:paraId="0D55019B" w14:textId="77777777" w:rsidR="00AA20EF" w:rsidRDefault="00AA20EF" w:rsidP="00FC7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57F7F" w14:textId="77777777" w:rsidR="00AA20EF" w:rsidRDefault="00AA20EF" w:rsidP="00FC7F1C">
      <w:pPr>
        <w:spacing w:after="0" w:line="240" w:lineRule="auto"/>
      </w:pPr>
      <w:r>
        <w:separator/>
      </w:r>
    </w:p>
  </w:footnote>
  <w:footnote w:type="continuationSeparator" w:id="0">
    <w:p w14:paraId="79A89F68" w14:textId="77777777" w:rsidR="00AA20EF" w:rsidRDefault="00AA20EF" w:rsidP="00FC7F1C">
      <w:pPr>
        <w:spacing w:after="0" w:line="240" w:lineRule="auto"/>
      </w:pPr>
      <w:r>
        <w:continuationSeparator/>
      </w:r>
    </w:p>
  </w:footnote>
  <w:footnote w:id="1">
    <w:p w14:paraId="6B60DAEC" w14:textId="77777777" w:rsidR="00FC7F1C" w:rsidRPr="00FC7F1C" w:rsidRDefault="00FC7F1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survey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164B3"/>
    <w:multiLevelType w:val="hybridMultilevel"/>
    <w:tmpl w:val="D13A5CFA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17FE1FF4"/>
    <w:multiLevelType w:val="hybridMultilevel"/>
    <w:tmpl w:val="0DF853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doNotDisplayPageBoundaries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67"/>
    <w:rsid w:val="00070D23"/>
    <w:rsid w:val="00096767"/>
    <w:rsid w:val="000B2CFF"/>
    <w:rsid w:val="000C3587"/>
    <w:rsid w:val="000D5155"/>
    <w:rsid w:val="002B44D4"/>
    <w:rsid w:val="003708D3"/>
    <w:rsid w:val="00562995"/>
    <w:rsid w:val="005823D4"/>
    <w:rsid w:val="005F198A"/>
    <w:rsid w:val="006922FC"/>
    <w:rsid w:val="00722A6B"/>
    <w:rsid w:val="008A6DA6"/>
    <w:rsid w:val="00960316"/>
    <w:rsid w:val="00A61674"/>
    <w:rsid w:val="00AA20EF"/>
    <w:rsid w:val="00BE362F"/>
    <w:rsid w:val="00D8114A"/>
    <w:rsid w:val="00DE69E2"/>
    <w:rsid w:val="00E049FC"/>
    <w:rsid w:val="00EB5516"/>
    <w:rsid w:val="00FC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9AB4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31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FC7F1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C7F1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C7F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7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04%20-%20Templates\FR%2041%20-%20Writing%20Activ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50067-35FE-E842-B854-D6B6445B1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I:\04 - Templates\FR 41 - Writing Activity.dotx</Template>
  <TotalTime>9</TotalTime>
  <Pages>2</Pages>
  <Words>181</Words>
  <Characters>1036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</dc:creator>
  <cp:keywords/>
  <dc:description/>
  <cp:lastModifiedBy>LAVIGNE,MARIE</cp:lastModifiedBy>
  <cp:revision>2</cp:revision>
  <cp:lastPrinted>2012-09-12T10:58:00Z</cp:lastPrinted>
  <dcterms:created xsi:type="dcterms:W3CDTF">2016-09-11T20:34:00Z</dcterms:created>
  <dcterms:modified xsi:type="dcterms:W3CDTF">2016-09-11T20:34:00Z</dcterms:modified>
</cp:coreProperties>
</file>